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0" t="0" r="11430" b="241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" fillcolor="#8064a2 [3207]" strokecolor="#3f3151 [1607]" strokeweight="2pt"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6CA" w:rsidRPr="00FA5AAE" w:rsidRDefault="003D16CA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16CA" w:rsidRPr="00DA22FF" w:rsidRDefault="003D16CA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>
                              <w:t xml:space="preserve"> No24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3D16CA" w:rsidRPr="00DA22FF" w:rsidRDefault="003D16CA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>
                        <w:t xml:space="preserve"> No24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6CA" w:rsidRDefault="003D16CA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February </w:t>
                            </w:r>
                          </w:p>
                          <w:p w:rsidR="003D16CA" w:rsidRPr="00B44828" w:rsidRDefault="003D16CA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3D16CA" w:rsidRPr="002F5063" w:rsidRDefault="003D16CA" w:rsidP="00A54DBA">
                            <w:pPr>
                              <w:pStyle w:val="Ttulo3"/>
                              <w:jc w:val="center"/>
                            </w:pPr>
                            <w:r>
                              <w:t>Week 24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3D16CA" w:rsidRDefault="003D16CA" w:rsidP="00A54DBA">
                      <w:pPr>
                        <w:pStyle w:val="Ttulo3"/>
                        <w:jc w:val="center"/>
                      </w:pPr>
                      <w:r>
                        <w:t xml:space="preserve">February </w:t>
                      </w:r>
                    </w:p>
                    <w:p w:rsidR="003D16CA" w:rsidRPr="00B44828" w:rsidRDefault="003D16CA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3D16CA" w:rsidRPr="002F5063" w:rsidRDefault="003D16CA" w:rsidP="00A54DBA">
                      <w:pPr>
                        <w:pStyle w:val="Ttulo3"/>
                        <w:jc w:val="center"/>
                      </w:pPr>
                      <w:r>
                        <w:t>Week 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6CA" w:rsidRPr="00872ADF" w:rsidRDefault="003D16CA" w:rsidP="00F81CAA">
                            <w:pPr>
                              <w:pStyle w:val="Ttulo1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How we organize ourselves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3D16CA" w:rsidRPr="00872ADF" w:rsidRDefault="003D16CA" w:rsidP="00F81CAA">
                      <w:pPr>
                        <w:pStyle w:val="Ttulo1"/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How we organize ourselves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ZOi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" fillcolor="#4bacc6 [3208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3653155</wp:posOffset>
                </wp:positionV>
                <wp:extent cx="3394710" cy="6499860"/>
                <wp:effectExtent l="57150" t="38100" r="72390" b="11049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499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6CA" w:rsidRPr="00F81CAA" w:rsidRDefault="003D16CA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Monday 20</w:t>
                            </w:r>
                          </w:p>
                          <w:p w:rsidR="003D16CA" w:rsidRDefault="003D16CA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G.S.M</w:t>
                            </w:r>
                          </w:p>
                          <w:p w:rsidR="003D16CA" w:rsidRDefault="003D16CA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Dome</w:t>
                            </w:r>
                          </w:p>
                          <w:p w:rsidR="003D16CA" w:rsidRPr="00334BD5" w:rsidRDefault="003D16CA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3D16CA" w:rsidRPr="00944FC2" w:rsidRDefault="003D16CA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Tuesday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21</w:t>
                            </w: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spellEnd"/>
                            <w:proofErr w:type="gramEnd"/>
                          </w:p>
                          <w:p w:rsidR="003D16CA" w:rsidRDefault="003D16CA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Extra support session</w:t>
                            </w:r>
                          </w:p>
                          <w:p w:rsidR="003D16CA" w:rsidRPr="00334BD5" w:rsidRDefault="003D16CA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FF00"/>
                                <w:lang w:val="en-US"/>
                              </w:rPr>
                              <w:t>Adri</w:t>
                            </w:r>
                            <w:proofErr w:type="spellEnd"/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 xml:space="preserve"> is on duty </w:t>
                            </w:r>
                          </w:p>
                          <w:p w:rsidR="003D16CA" w:rsidRPr="00334BD5" w:rsidRDefault="003D16CA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3D16CA" w:rsidRDefault="003D16CA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8C191B">
                              <w:rPr>
                                <w:b/>
                                <w:u w:val="single"/>
                                <w:lang w:val="en-US"/>
                              </w:rPr>
                              <w:t>Wednesday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22</w:t>
                            </w:r>
                            <w:r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 xml:space="preserve">th </w:t>
                            </w:r>
                          </w:p>
                          <w:p w:rsidR="003D16CA" w:rsidRDefault="003D16CA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Reflecting on the Inquiry unit </w:t>
                            </w:r>
                            <w:proofErr w:type="gramStart"/>
                            <w:r>
                              <w:rPr>
                                <w:color w:val="FFFF00"/>
                                <w:lang w:val="en-US"/>
                              </w:rPr>
                              <w:t>3  30</w:t>
                            </w:r>
                            <w:proofErr w:type="gramEnd"/>
                            <w:r>
                              <w:rPr>
                                <w:color w:val="FFFF00"/>
                                <w:lang w:val="en-US"/>
                              </w:rPr>
                              <w:t>´</w:t>
                            </w:r>
                          </w:p>
                          <w:p w:rsidR="003D16CA" w:rsidRDefault="003D16CA" w:rsidP="00AC273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Planning unit 4 Activities after Learning Experiences 30´</w:t>
                            </w:r>
                          </w:p>
                          <w:p w:rsidR="003D16CA" w:rsidRPr="00334BD5" w:rsidRDefault="003D16CA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334BD5"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3D16CA" w:rsidRPr="00334BD5" w:rsidRDefault="003D16CA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A.V. room</w:t>
                            </w:r>
                          </w:p>
                          <w:p w:rsidR="003D16CA" w:rsidRPr="00840B9D" w:rsidRDefault="003D16CA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</w:pPr>
                            <w:r w:rsidRPr="00840B9D"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  <w:t>Thursday 23</w:t>
                            </w:r>
                            <w:r w:rsidRPr="00840B9D">
                              <w:rPr>
                                <w:b/>
                                <w:color w:val="FFFFFF" w:themeColor="background1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840B9D">
                              <w:rPr>
                                <w:b/>
                                <w:color w:val="FFFFFF" w:themeColor="background1"/>
                                <w:u w:val="single"/>
                                <w:lang w:val="en-US"/>
                              </w:rPr>
                              <w:t xml:space="preserve">   </w:t>
                            </w:r>
                          </w:p>
                          <w:p w:rsidR="00840B9D" w:rsidRPr="00840B9D" w:rsidRDefault="00840B9D" w:rsidP="008C1C9A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Planning by areas (Maths</w:t>
                            </w:r>
                            <w:proofErr w:type="gramStart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,L2</w:t>
                            </w:r>
                            <w:proofErr w:type="gramEnd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Science,Social</w:t>
                            </w:r>
                            <w:proofErr w:type="spellEnd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Sudies</w:t>
                            </w:r>
                            <w:proofErr w:type="spellEnd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 xml:space="preserve"> and P.E.)</w:t>
                            </w:r>
                            <w:proofErr w:type="gramStart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>remember</w:t>
                            </w:r>
                            <w:proofErr w:type="gramEnd"/>
                            <w:r w:rsidRPr="00840B9D">
                              <w:rPr>
                                <w:color w:val="FFFF00"/>
                                <w:lang w:val="en-US"/>
                              </w:rPr>
                              <w:t xml:space="preserve"> to base your planni</w:t>
                            </w:r>
                            <w:r>
                              <w:rPr>
                                <w:color w:val="FFFF00"/>
                                <w:lang w:val="en-US"/>
                              </w:rPr>
                              <w:t>ng in each area indicators and upload it.</w:t>
                            </w:r>
                            <w:bookmarkStart w:id="0" w:name="_GoBack"/>
                            <w:bookmarkEnd w:id="0"/>
                          </w:p>
                          <w:p w:rsidR="003D16CA" w:rsidRPr="00334BD5" w:rsidRDefault="003D16CA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14:00-15:00</w:t>
                            </w:r>
                          </w:p>
                          <w:p w:rsidR="003D16CA" w:rsidRDefault="003D16CA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Friday 24</w:t>
                            </w:r>
                            <w:r w:rsidRPr="00AC2735">
                              <w:rPr>
                                <w:b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3D16CA" w:rsidRDefault="003D16CA" w:rsidP="00054016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Planning </w:t>
                            </w:r>
                            <w:proofErr w:type="spellStart"/>
                            <w:r>
                              <w:rPr>
                                <w:color w:val="FFFF00"/>
                                <w:lang w:val="en-US"/>
                              </w:rPr>
                              <w:t>Maths</w:t>
                            </w:r>
                            <w:proofErr w:type="spellEnd"/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 with PYP Coordinator</w:t>
                            </w:r>
                          </w:p>
                          <w:p w:rsidR="003D16CA" w:rsidRDefault="003D16CA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>8:15 – 9:00</w:t>
                            </w:r>
                          </w:p>
                          <w:p w:rsidR="003D16CA" w:rsidRDefault="003D16CA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Work by pairs </w:t>
                            </w:r>
                          </w:p>
                          <w:p w:rsidR="003D16CA" w:rsidRPr="00334BD5" w:rsidRDefault="003D16CA" w:rsidP="00D8440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color w:val="FFFF00"/>
                                <w:lang w:val="en-US"/>
                              </w:rPr>
                              <w:t xml:space="preserve"> 14:00-15:00</w:t>
                            </w:r>
                          </w:p>
                          <w:p w:rsidR="003D16CA" w:rsidRDefault="003D16CA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</w:p>
                          <w:p w:rsidR="003D16CA" w:rsidRPr="009153F0" w:rsidRDefault="003D16CA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Note taker: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Adri</w:t>
                            </w:r>
                            <w:proofErr w:type="spellEnd"/>
                          </w:p>
                          <w:p w:rsidR="003D16CA" w:rsidRPr="008C416F" w:rsidRDefault="003D16CA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 xml:space="preserve">Time keeper: 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Laurita</w:t>
                            </w:r>
                            <w:proofErr w:type="spellEnd"/>
                          </w:p>
                          <w:p w:rsidR="003D16CA" w:rsidRDefault="003D16CA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3D16CA" w:rsidRPr="00551501" w:rsidRDefault="003D16CA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Dear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team, this agenda is</w:t>
                            </w: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subject to change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3D16CA" w:rsidRPr="00AD13D0" w:rsidRDefault="003D16CA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3D16CA" w:rsidRPr="00AD13D0" w:rsidRDefault="003D16CA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3D16CA" w:rsidRPr="00D02D5F" w:rsidRDefault="003D16CA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97.35pt;margin-top:287.65pt;width:267.3pt;height:511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o:lock v:ext="edit" shapetype="t"/>
                <v:textbox inset="2.85pt,2.85pt,2.85pt,2.85pt">
                  <w:txbxContent>
                    <w:p w:rsidR="003D16CA" w:rsidRPr="00F81CAA" w:rsidRDefault="003D16CA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Monday 20</w:t>
                      </w:r>
                    </w:p>
                    <w:p w:rsidR="003D16CA" w:rsidRDefault="003D16CA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G.S.M</w:t>
                      </w:r>
                    </w:p>
                    <w:p w:rsidR="003D16CA" w:rsidRDefault="003D16CA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Dome</w:t>
                      </w:r>
                    </w:p>
                    <w:p w:rsidR="003D16CA" w:rsidRPr="00334BD5" w:rsidRDefault="003D16CA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3D16CA" w:rsidRPr="00944FC2" w:rsidRDefault="003D16CA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Tuesday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21</w:t>
                      </w:r>
                      <w:r w:rsidRPr="008C191B"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proofErr w:type="spellEnd"/>
                      <w:proofErr w:type="gramEnd"/>
                    </w:p>
                    <w:p w:rsidR="003D16CA" w:rsidRDefault="003D16CA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Extra support session</w:t>
                      </w:r>
                    </w:p>
                    <w:p w:rsidR="003D16CA" w:rsidRPr="00334BD5" w:rsidRDefault="003D16CA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proofErr w:type="spellStart"/>
                      <w:r>
                        <w:rPr>
                          <w:color w:val="FFFF00"/>
                          <w:lang w:val="en-US"/>
                        </w:rPr>
                        <w:t>Adri</w:t>
                      </w:r>
                      <w:proofErr w:type="spellEnd"/>
                      <w:r w:rsidRPr="00334BD5">
                        <w:rPr>
                          <w:color w:val="FFFF00"/>
                          <w:lang w:val="en-US"/>
                        </w:rPr>
                        <w:t xml:space="preserve"> is on duty </w:t>
                      </w:r>
                    </w:p>
                    <w:p w:rsidR="003D16CA" w:rsidRPr="00334BD5" w:rsidRDefault="003D16CA" w:rsidP="002F1B8E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3D16CA" w:rsidRDefault="003D16CA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</w:pPr>
                      <w:r w:rsidRPr="008C191B">
                        <w:rPr>
                          <w:b/>
                          <w:u w:val="single"/>
                          <w:lang w:val="en-US"/>
                        </w:rPr>
                        <w:t>Wednesday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22</w:t>
                      </w:r>
                      <w:r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 xml:space="preserve">th </w:t>
                      </w:r>
                    </w:p>
                    <w:p w:rsidR="003D16CA" w:rsidRDefault="003D16CA" w:rsidP="002453DF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Reflecting on the Inquiry unit </w:t>
                      </w:r>
                      <w:proofErr w:type="gramStart"/>
                      <w:r>
                        <w:rPr>
                          <w:color w:val="FFFF00"/>
                          <w:lang w:val="en-US"/>
                        </w:rPr>
                        <w:t>3  30</w:t>
                      </w:r>
                      <w:proofErr w:type="gramEnd"/>
                      <w:r>
                        <w:rPr>
                          <w:color w:val="FFFF00"/>
                          <w:lang w:val="en-US"/>
                        </w:rPr>
                        <w:t>´</w:t>
                      </w:r>
                    </w:p>
                    <w:p w:rsidR="003D16CA" w:rsidRDefault="003D16CA" w:rsidP="00AC2735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Planning unit 4 Activities after Learning Experiences 30´</w:t>
                      </w:r>
                    </w:p>
                    <w:p w:rsidR="003D16CA" w:rsidRPr="00334BD5" w:rsidRDefault="003D16CA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334BD5"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3D16CA" w:rsidRPr="00334BD5" w:rsidRDefault="003D16CA" w:rsidP="0089669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A.V. room</w:t>
                      </w:r>
                    </w:p>
                    <w:p w:rsidR="003D16CA" w:rsidRPr="00840B9D" w:rsidRDefault="003D16CA" w:rsidP="008C1C9A">
                      <w:pPr>
                        <w:pStyle w:val="Prrafodelista"/>
                        <w:spacing w:after="0"/>
                        <w:ind w:left="0"/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</w:pPr>
                      <w:r w:rsidRPr="00840B9D"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  <w:t>Thursday 23</w:t>
                      </w:r>
                      <w:r w:rsidRPr="00840B9D">
                        <w:rPr>
                          <w:b/>
                          <w:color w:val="FFFFFF" w:themeColor="background1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 w:rsidRPr="00840B9D">
                        <w:rPr>
                          <w:b/>
                          <w:color w:val="FFFFFF" w:themeColor="background1"/>
                          <w:u w:val="single"/>
                          <w:lang w:val="en-US"/>
                        </w:rPr>
                        <w:t xml:space="preserve">   </w:t>
                      </w:r>
                    </w:p>
                    <w:p w:rsidR="00840B9D" w:rsidRPr="00840B9D" w:rsidRDefault="00840B9D" w:rsidP="008C1C9A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 w:rsidRPr="00840B9D">
                        <w:rPr>
                          <w:color w:val="FFFF00"/>
                          <w:lang w:val="en-US"/>
                        </w:rPr>
                        <w:t>Planning by areas (Maths</w:t>
                      </w:r>
                      <w:proofErr w:type="gramStart"/>
                      <w:r w:rsidRPr="00840B9D">
                        <w:rPr>
                          <w:color w:val="FFFF00"/>
                          <w:lang w:val="en-US"/>
                        </w:rPr>
                        <w:t>,L2</w:t>
                      </w:r>
                      <w:proofErr w:type="gramEnd"/>
                      <w:r w:rsidRPr="00840B9D">
                        <w:rPr>
                          <w:color w:val="FFFF00"/>
                          <w:lang w:val="en-US"/>
                        </w:rPr>
                        <w:t xml:space="preserve">, </w:t>
                      </w:r>
                      <w:proofErr w:type="spellStart"/>
                      <w:r w:rsidRPr="00840B9D">
                        <w:rPr>
                          <w:color w:val="FFFF00"/>
                          <w:lang w:val="en-US"/>
                        </w:rPr>
                        <w:t>Science,Social</w:t>
                      </w:r>
                      <w:proofErr w:type="spellEnd"/>
                      <w:r w:rsidRPr="00840B9D">
                        <w:rPr>
                          <w:color w:val="FFFF00"/>
                          <w:lang w:val="en-US"/>
                        </w:rPr>
                        <w:t xml:space="preserve"> </w:t>
                      </w:r>
                      <w:proofErr w:type="spellStart"/>
                      <w:r w:rsidRPr="00840B9D">
                        <w:rPr>
                          <w:color w:val="FFFF00"/>
                          <w:lang w:val="en-US"/>
                        </w:rPr>
                        <w:t>Sudies</w:t>
                      </w:r>
                      <w:proofErr w:type="spellEnd"/>
                      <w:r w:rsidRPr="00840B9D">
                        <w:rPr>
                          <w:color w:val="FFFF00"/>
                          <w:lang w:val="en-US"/>
                        </w:rPr>
                        <w:t xml:space="preserve"> and P.E.)</w:t>
                      </w:r>
                      <w:proofErr w:type="gramStart"/>
                      <w:r w:rsidRPr="00840B9D">
                        <w:rPr>
                          <w:color w:val="FFFF00"/>
                          <w:lang w:val="en-US"/>
                        </w:rPr>
                        <w:t>remember</w:t>
                      </w:r>
                      <w:proofErr w:type="gramEnd"/>
                      <w:r w:rsidRPr="00840B9D">
                        <w:rPr>
                          <w:color w:val="FFFF00"/>
                          <w:lang w:val="en-US"/>
                        </w:rPr>
                        <w:t xml:space="preserve"> to base your planni</w:t>
                      </w:r>
                      <w:r>
                        <w:rPr>
                          <w:color w:val="FFFF00"/>
                          <w:lang w:val="en-US"/>
                        </w:rPr>
                        <w:t>ng in each area indicators and upload it.</w:t>
                      </w:r>
                      <w:bookmarkStart w:id="1" w:name="_GoBack"/>
                      <w:bookmarkEnd w:id="1"/>
                    </w:p>
                    <w:p w:rsidR="003D16CA" w:rsidRPr="00334BD5" w:rsidRDefault="003D16CA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14:00-15:00</w:t>
                      </w:r>
                    </w:p>
                    <w:p w:rsidR="003D16CA" w:rsidRDefault="003D16CA" w:rsidP="00054016">
                      <w:pPr>
                        <w:pStyle w:val="Prrafodelista"/>
                        <w:spacing w:after="0"/>
                        <w:ind w:left="0"/>
                        <w:rPr>
                          <w:b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>Friday 24</w:t>
                      </w:r>
                      <w:r w:rsidRPr="00AC2735">
                        <w:rPr>
                          <w:b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b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3D16CA" w:rsidRDefault="003D16CA" w:rsidP="00054016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Planning </w:t>
                      </w:r>
                      <w:proofErr w:type="spellStart"/>
                      <w:r>
                        <w:rPr>
                          <w:color w:val="FFFF00"/>
                          <w:lang w:val="en-US"/>
                        </w:rPr>
                        <w:t>Maths</w:t>
                      </w:r>
                      <w:proofErr w:type="spellEnd"/>
                      <w:r>
                        <w:rPr>
                          <w:color w:val="FFFF00"/>
                          <w:lang w:val="en-US"/>
                        </w:rPr>
                        <w:t xml:space="preserve"> with PYP Coordinator</w:t>
                      </w:r>
                    </w:p>
                    <w:p w:rsidR="003D16CA" w:rsidRDefault="003D16CA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>8:15 – 9:00</w:t>
                      </w:r>
                    </w:p>
                    <w:p w:rsidR="003D16CA" w:rsidRDefault="003D16CA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Work by pairs </w:t>
                      </w:r>
                    </w:p>
                    <w:p w:rsidR="003D16CA" w:rsidRPr="00334BD5" w:rsidRDefault="003D16CA" w:rsidP="00D84407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color w:val="FFFF00"/>
                          <w:lang w:val="en-US"/>
                        </w:rPr>
                        <w:t xml:space="preserve"> 14:00-15:00</w:t>
                      </w:r>
                    </w:p>
                    <w:p w:rsidR="003D16CA" w:rsidRDefault="003D16CA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</w:p>
                    <w:p w:rsidR="003D16CA" w:rsidRPr="009153F0" w:rsidRDefault="003D16CA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Note taker: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Adri</w:t>
                      </w:r>
                      <w:proofErr w:type="spellEnd"/>
                    </w:p>
                    <w:p w:rsidR="003D16CA" w:rsidRPr="008C416F" w:rsidRDefault="003D16CA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Time keeper:  </w:t>
                      </w:r>
                      <w:proofErr w:type="spellStart"/>
                      <w:r>
                        <w:rPr>
                          <w:b/>
                          <w:i/>
                          <w:lang w:val="en-US"/>
                        </w:rPr>
                        <w:t>Laurita</w:t>
                      </w:r>
                      <w:proofErr w:type="spellEnd"/>
                    </w:p>
                    <w:p w:rsidR="003D16CA" w:rsidRDefault="003D16CA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</w:p>
                    <w:p w:rsidR="003D16CA" w:rsidRPr="00551501" w:rsidRDefault="003D16CA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Dear </w:t>
                      </w:r>
                      <w:r>
                        <w:rPr>
                          <w:b/>
                          <w:lang w:val="en-US"/>
                        </w:rPr>
                        <w:t>team, this agenda is</w:t>
                      </w:r>
                      <w:r w:rsidRPr="00AD13D0">
                        <w:rPr>
                          <w:b/>
                          <w:lang w:val="en-US"/>
                        </w:rPr>
                        <w:t xml:space="preserve"> subject to change</w:t>
                      </w:r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3D16CA" w:rsidRPr="00AD13D0" w:rsidRDefault="003D16CA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3D16CA" w:rsidRPr="00AD13D0" w:rsidRDefault="003D16CA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3D16CA" w:rsidRPr="00D02D5F" w:rsidRDefault="003D16CA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77B4"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25pt;height:11.25pt" o:bullet="t">
        <v:imagedata r:id="rId1" o:title="bullet1"/>
      </v:shape>
    </w:pict>
  </w:numPicBullet>
  <w:numPicBullet w:numPicBulletId="1">
    <w:pict>
      <v:shape id="_x0000_i1084" type="#_x0000_t75" style="width:9pt;height:9pt" o:bullet="t">
        <v:imagedata r:id="rId2" o:title="bullet2"/>
      </v:shape>
    </w:pict>
  </w:numPicBullet>
  <w:numPicBullet w:numPicBulletId="2">
    <w:pict>
      <v:shape id="_x0000_i1085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A1CF2"/>
    <w:rsid w:val="000C4E2C"/>
    <w:rsid w:val="000C586F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20166D"/>
    <w:rsid w:val="002063A2"/>
    <w:rsid w:val="00214EEB"/>
    <w:rsid w:val="00221A02"/>
    <w:rsid w:val="00235996"/>
    <w:rsid w:val="00240415"/>
    <w:rsid w:val="002453DF"/>
    <w:rsid w:val="00251D4B"/>
    <w:rsid w:val="0027353D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9B7"/>
    <w:rsid w:val="00386843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51501"/>
    <w:rsid w:val="005619C2"/>
    <w:rsid w:val="00573944"/>
    <w:rsid w:val="00583417"/>
    <w:rsid w:val="00585CD6"/>
    <w:rsid w:val="005926DA"/>
    <w:rsid w:val="00592D16"/>
    <w:rsid w:val="00594E62"/>
    <w:rsid w:val="0059671A"/>
    <w:rsid w:val="005B0EB6"/>
    <w:rsid w:val="005E437E"/>
    <w:rsid w:val="005F3331"/>
    <w:rsid w:val="00605F95"/>
    <w:rsid w:val="006074A9"/>
    <w:rsid w:val="00624120"/>
    <w:rsid w:val="00625E0C"/>
    <w:rsid w:val="00627239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C5181"/>
    <w:rsid w:val="006D1619"/>
    <w:rsid w:val="006D2BD9"/>
    <w:rsid w:val="006E7467"/>
    <w:rsid w:val="00716C35"/>
    <w:rsid w:val="00723DE6"/>
    <w:rsid w:val="0073457E"/>
    <w:rsid w:val="007374F2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41F64"/>
    <w:rsid w:val="00944FC2"/>
    <w:rsid w:val="00957A17"/>
    <w:rsid w:val="009640D6"/>
    <w:rsid w:val="009652B1"/>
    <w:rsid w:val="00976B22"/>
    <w:rsid w:val="00980BF0"/>
    <w:rsid w:val="009876CA"/>
    <w:rsid w:val="009A26AD"/>
    <w:rsid w:val="009A2AD7"/>
    <w:rsid w:val="009A7AB4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904B1"/>
    <w:rsid w:val="00D938DE"/>
    <w:rsid w:val="00DA22DB"/>
    <w:rsid w:val="00DA22FF"/>
    <w:rsid w:val="00DA53E5"/>
    <w:rsid w:val="00DC155E"/>
    <w:rsid w:val="00DC1836"/>
    <w:rsid w:val="00DC4589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7519"/>
    <w:rsid w:val="00F97632"/>
    <w:rsid w:val="00FA45C2"/>
    <w:rsid w:val="00FA5AAE"/>
    <w:rsid w:val="00FB2CA7"/>
    <w:rsid w:val="00FC0460"/>
    <w:rsid w:val="00FD30AC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E9352-1DAD-44AE-95F5-400F58B9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22</TotalTime>
  <Pages>1</Pages>
  <Words>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3</cp:revision>
  <dcterms:created xsi:type="dcterms:W3CDTF">2012-02-18T14:14:00Z</dcterms:created>
  <dcterms:modified xsi:type="dcterms:W3CDTF">2012-02-18T14:34:00Z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